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252729</wp:posOffset>
                </wp:positionV>
                <wp:extent cx="5613400" cy="2009775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097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5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" filled="f" strokecolor="#76923c [2406]" strokeweight="1pt"/>
            </w:pict>
          </mc:Fallback>
        </mc:AlternateContent>
      </w:r>
      <w:r w:rsidR="003E69F5">
        <w:rPr>
          <w:rFonts w:ascii="Arial" w:hAnsi="Arial" w:cs="Arial"/>
          <w:b/>
          <w:color w:val="76923C" w:themeColor="accent3" w:themeShade="BF"/>
          <w:sz w:val="28"/>
          <w:szCs w:val="28"/>
        </w:rPr>
        <w:t>LÉGUMES DE SAISON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A5584D">
        <w:rPr>
          <w:rFonts w:ascii="Arial" w:hAnsi="Arial" w:cs="Arial"/>
        </w:rPr>
        <w:t xml:space="preserve"> </w:t>
      </w:r>
      <w:r w:rsidR="00A5584D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A5584D" w:rsidRDefault="00A5584D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PDF "support à légumes" </w:t>
      </w:r>
    </w:p>
    <w:p w:rsidR="00A5584D" w:rsidRDefault="00A5584D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"saisons"</w:t>
      </w:r>
    </w:p>
    <w:p w:rsidR="00A5584D" w:rsidRDefault="00A5584D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"légumes"</w:t>
      </w:r>
    </w:p>
    <w:p w:rsidR="00A5584D" w:rsidRDefault="00FF5F8B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Une t</w:t>
      </w:r>
      <w:r w:rsidR="00A5584D">
        <w:rPr>
          <w:rFonts w:ascii="Arial" w:hAnsi="Arial" w:cs="Arial"/>
        </w:rPr>
        <w:t>able</w:t>
      </w:r>
    </w:p>
    <w:p w:rsidR="000E4464" w:rsidRPr="000E4464" w:rsidRDefault="00FF5F8B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Des c</w:t>
      </w:r>
      <w:r w:rsidR="00A5584D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FF5F8B" w:rsidRDefault="00A5584D" w:rsidP="00FF5F8B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du jeu est de posit</w:t>
      </w:r>
      <w:r w:rsidR="00C83F25">
        <w:rPr>
          <w:rFonts w:ascii="Arial" w:hAnsi="Arial" w:cs="Arial"/>
          <w:b/>
        </w:rPr>
        <w:t>ionner chacun des légumes à sa</w:t>
      </w:r>
      <w:r>
        <w:rPr>
          <w:rFonts w:ascii="Arial" w:hAnsi="Arial" w:cs="Arial"/>
          <w:b/>
        </w:rPr>
        <w:t xml:space="preserve"> place</w:t>
      </w:r>
      <w:r w:rsidR="00C83F25">
        <w:rPr>
          <w:rFonts w:ascii="Arial" w:hAnsi="Arial" w:cs="Arial"/>
          <w:b/>
        </w:rPr>
        <w:t xml:space="preserve"> tout en apprenant son nom</w:t>
      </w:r>
      <w:r>
        <w:rPr>
          <w:rFonts w:ascii="Arial" w:hAnsi="Arial" w:cs="Arial"/>
          <w:b/>
        </w:rPr>
        <w:t xml:space="preserve"> en arabe ainsi que la saison</w:t>
      </w:r>
      <w:r w:rsidR="00C83F25">
        <w:rPr>
          <w:rFonts w:ascii="Arial" w:hAnsi="Arial" w:cs="Arial"/>
          <w:b/>
        </w:rPr>
        <w:t xml:space="preserve"> à laquelle il est mûr</w:t>
      </w:r>
      <w:r>
        <w:rPr>
          <w:rFonts w:ascii="Arial" w:hAnsi="Arial" w:cs="Arial"/>
          <w:b/>
        </w:rPr>
        <w:t>.</w:t>
      </w:r>
    </w:p>
    <w:p w:rsidR="004B3F3D" w:rsidRPr="00177EC9" w:rsidRDefault="000E4464" w:rsidP="00922FA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A5584D" w:rsidRDefault="000E4464" w:rsidP="00922FA8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837771" w:rsidRDefault="00A5584D" w:rsidP="00922FA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Réunir les élèves et leur </w:t>
      </w:r>
      <w:r w:rsidR="00646E1B">
        <w:rPr>
          <w:rFonts w:ascii="Arial" w:hAnsi="Arial" w:cs="Arial"/>
          <w:b/>
          <w:color w:val="000000" w:themeColor="text1"/>
        </w:rPr>
        <w:t>présenter</w:t>
      </w:r>
      <w:r>
        <w:rPr>
          <w:rFonts w:ascii="Arial" w:hAnsi="Arial" w:cs="Arial"/>
          <w:b/>
          <w:color w:val="000000" w:themeColor="text1"/>
        </w:rPr>
        <w:t xml:space="preserve"> les différents légumes en arabe.</w:t>
      </w:r>
    </w:p>
    <w:p w:rsidR="00A5584D" w:rsidRDefault="00A5584D" w:rsidP="00922FA8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A5584D" w:rsidRDefault="00A5584D" w:rsidP="00922FA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Disposer les </w:t>
      </w:r>
      <w:r w:rsidR="00646E1B">
        <w:rPr>
          <w:rFonts w:ascii="Arial" w:hAnsi="Arial" w:cs="Arial"/>
          <w:b/>
          <w:color w:val="000000" w:themeColor="text1"/>
        </w:rPr>
        <w:t>dessins de</w:t>
      </w:r>
      <w:r w:rsidR="00C83F25">
        <w:rPr>
          <w:rFonts w:ascii="Arial" w:hAnsi="Arial" w:cs="Arial"/>
          <w:b/>
          <w:color w:val="000000" w:themeColor="text1"/>
        </w:rPr>
        <w:t>s</w:t>
      </w:r>
      <w:r w:rsidR="00646E1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légumes et le support à légumes sur la table.</w:t>
      </w:r>
    </w:p>
    <w:p w:rsidR="00A5584D" w:rsidRDefault="00A5584D" w:rsidP="00922FA8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A5584D" w:rsidRDefault="00A5584D" w:rsidP="00922FA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 tour de rôle, les élèves doivent piocher un légume et le positionner </w:t>
      </w:r>
      <w:r w:rsidR="00304228">
        <w:rPr>
          <w:rFonts w:ascii="Arial" w:hAnsi="Arial" w:cs="Arial"/>
          <w:b/>
          <w:color w:val="000000" w:themeColor="text1"/>
        </w:rPr>
        <w:t>dans</w:t>
      </w:r>
      <w:r>
        <w:rPr>
          <w:rFonts w:ascii="Arial" w:hAnsi="Arial" w:cs="Arial"/>
          <w:b/>
          <w:color w:val="000000" w:themeColor="text1"/>
        </w:rPr>
        <w:t xml:space="preserve"> la bonne case </w:t>
      </w:r>
      <w:r w:rsidR="00C83F25">
        <w:rPr>
          <w:rFonts w:ascii="Arial" w:hAnsi="Arial" w:cs="Arial"/>
          <w:b/>
          <w:color w:val="000000" w:themeColor="text1"/>
        </w:rPr>
        <w:t>tout en répétant son nom</w:t>
      </w:r>
      <w:r>
        <w:rPr>
          <w:rFonts w:ascii="Arial" w:hAnsi="Arial" w:cs="Arial"/>
          <w:b/>
          <w:color w:val="000000" w:themeColor="text1"/>
        </w:rPr>
        <w:t xml:space="preserve"> en arabe.</w:t>
      </w:r>
    </w:p>
    <w:p w:rsidR="00A5584D" w:rsidRDefault="00A5584D" w:rsidP="00922FA8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A5584D" w:rsidRPr="00A5584D" w:rsidRDefault="00A5584D" w:rsidP="00922FA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Dans un deuxièmes temps, </w:t>
      </w:r>
      <w:r w:rsidR="00646E1B">
        <w:rPr>
          <w:rFonts w:ascii="Arial" w:hAnsi="Arial" w:cs="Arial"/>
          <w:b/>
          <w:color w:val="000000" w:themeColor="text1"/>
        </w:rPr>
        <w:t>présenter</w:t>
      </w:r>
      <w:r>
        <w:rPr>
          <w:rFonts w:ascii="Arial" w:hAnsi="Arial" w:cs="Arial"/>
          <w:b/>
          <w:color w:val="000000" w:themeColor="text1"/>
        </w:rPr>
        <w:t xml:space="preserve"> les 4 saisons (si possible en arabe) et laisser les élèves répartir les légumes selon les saisons tout en </w:t>
      </w:r>
      <w:r w:rsidR="00C83F25">
        <w:rPr>
          <w:rFonts w:ascii="Arial" w:hAnsi="Arial" w:cs="Arial"/>
          <w:b/>
          <w:color w:val="000000" w:themeColor="text1"/>
        </w:rPr>
        <w:t xml:space="preserve">exerçant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</w:rPr>
        <w:t>la prononciation.</w:t>
      </w:r>
    </w:p>
    <w:sectPr w:rsidR="00A5584D" w:rsidRPr="00A5584D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04228"/>
    <w:rsid w:val="003E69F5"/>
    <w:rsid w:val="003F707B"/>
    <w:rsid w:val="004163C9"/>
    <w:rsid w:val="004A3EDD"/>
    <w:rsid w:val="004B3F3D"/>
    <w:rsid w:val="00507F03"/>
    <w:rsid w:val="00646E1B"/>
    <w:rsid w:val="00687DE3"/>
    <w:rsid w:val="007D5C21"/>
    <w:rsid w:val="00837771"/>
    <w:rsid w:val="00922FA8"/>
    <w:rsid w:val="00A5584D"/>
    <w:rsid w:val="00B431DF"/>
    <w:rsid w:val="00C113DD"/>
    <w:rsid w:val="00C45E62"/>
    <w:rsid w:val="00C83F25"/>
    <w:rsid w:val="00D61C79"/>
    <w:rsid w:val="00DF5E50"/>
    <w:rsid w:val="00FF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136FCDF8.dotm</Template>
  <TotalTime>1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2019-07-25T14:04:00Z</dcterms:created>
  <dcterms:modified xsi:type="dcterms:W3CDTF">2019-07-26T09:41:00Z</dcterms:modified>
</cp:coreProperties>
</file>